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8FC3" w14:textId="77777777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40279EDC" w14:textId="77777777" w:rsidR="00F02F91" w:rsidRPr="008660E6" w:rsidRDefault="00F02F91" w:rsidP="00F02F9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Pr="008660E6">
        <w:rPr>
          <w:rFonts w:eastAsia="Times New Roman" w:cs="Times New Roman"/>
          <w:b/>
          <w:lang w:eastAsia="cs-CZ"/>
        </w:rPr>
        <w:t xml:space="preserve">Obnova vozového parku - Hasičský záchranný sbor SŽ - speciální vozidla – II. etapa“, </w:t>
      </w:r>
    </w:p>
    <w:p w14:paraId="2FC7EB43" w14:textId="15BDAE74" w:rsidR="00F02F91" w:rsidRPr="00493B1B" w:rsidRDefault="00F02F91" w:rsidP="00F02F91">
      <w:pPr>
        <w:rPr>
          <w:lang w:eastAsia="cs-CZ"/>
        </w:rPr>
      </w:pPr>
      <w:r w:rsidRPr="008660E6">
        <w:rPr>
          <w:rFonts w:eastAsia="Times New Roman" w:cs="Times New Roman"/>
          <w:lang w:eastAsia="cs-CZ"/>
        </w:rPr>
        <w:t>č.j 26634/2020-SŽ-GŘ-O8</w:t>
      </w:r>
      <w:r>
        <w:rPr>
          <w:rFonts w:eastAsia="Times New Roman" w:cs="Times New Roman"/>
          <w:lang w:eastAsia="cs-CZ"/>
        </w:rPr>
        <w:t xml:space="preserve"> </w:t>
      </w:r>
      <w:r w:rsidRPr="002924C3">
        <w:rPr>
          <w:lang w:eastAsia="cs-CZ"/>
        </w:rPr>
        <w:t>tímto čestně prohlašuje, že není účastníkem</w:t>
      </w:r>
      <w:r w:rsidRPr="00493B1B">
        <w:rPr>
          <w:lang w:eastAsia="cs-CZ"/>
        </w:rPr>
        <w:t>, který</w:t>
      </w:r>
    </w:p>
    <w:p w14:paraId="239935D8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</w:t>
      </w:r>
      <w:bookmarkStart w:id="1" w:name="_GoBack"/>
      <w:bookmarkEnd w:id="1"/>
      <w:r w:rsidRPr="00493B1B">
        <w:rPr>
          <w:szCs w:val="22"/>
          <w:lang w:eastAsia="cs-CZ"/>
        </w:rPr>
        <w:t xml:space="preserve">posledních 5 letech před zahájením zadávacího řízení pravomocně odsouzen pro trestný čin uvedený v </w:t>
      </w:r>
      <w:hyperlink r:id="rId11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47B36467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81FA174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081B769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0B65E993" w14:textId="77777777" w:rsidR="00F02F91" w:rsidRPr="00493B1B" w:rsidRDefault="00F02F91" w:rsidP="00F02F91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BE693E" w14:textId="77777777" w:rsidR="00F02F91" w:rsidRPr="00493B1B" w:rsidRDefault="00F02F91" w:rsidP="00F02F91">
      <w:pPr>
        <w:rPr>
          <w:lang w:eastAsia="cs-CZ"/>
        </w:rPr>
      </w:pPr>
    </w:p>
    <w:p w14:paraId="26D867BF" w14:textId="77777777" w:rsidR="00F02F91" w:rsidRDefault="00F02F91" w:rsidP="00F02F91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072B9773" w14:textId="1E48EF84" w:rsidR="003C4FBB" w:rsidRPr="00F02F91" w:rsidRDefault="00F02F91" w:rsidP="00F02F9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A54BA" w14:textId="77777777" w:rsidR="004251D5" w:rsidRDefault="004251D5" w:rsidP="00962258">
      <w:pPr>
        <w:spacing w:after="0" w:line="240" w:lineRule="auto"/>
      </w:pPr>
      <w:r>
        <w:separator/>
      </w:r>
    </w:p>
  </w:endnote>
  <w:endnote w:type="continuationSeparator" w:id="0">
    <w:p w14:paraId="2CD12806" w14:textId="77777777" w:rsidR="004251D5" w:rsidRDefault="004251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CA8A3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041C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2F238CE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FC55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5837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DA979" w14:textId="77777777" w:rsidR="004251D5" w:rsidRDefault="004251D5" w:rsidP="00962258">
      <w:pPr>
        <w:spacing w:after="0" w:line="240" w:lineRule="auto"/>
      </w:pPr>
      <w:r>
        <w:separator/>
      </w:r>
    </w:p>
  </w:footnote>
  <w:footnote w:type="continuationSeparator" w:id="0">
    <w:p w14:paraId="7928C969" w14:textId="77777777" w:rsidR="004251D5" w:rsidRDefault="004251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D6909E"/>
  <w14:defaultImageDpi w14:val="32767"/>
  <w15:docId w15:val="{5F99659D-0BCF-4FB7-9613-EDD2DE71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13B90-1C9F-4422-A78A-A89A2EC6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213</Words>
  <Characters>1258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2020-04-27T11:12:00Z</dcterms:created>
  <dcterms:modified xsi:type="dcterms:W3CDTF">2020-04-27T11:12:00Z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